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81" w:rsidRPr="00357EE1" w:rsidRDefault="00D26A81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Dear Parents,</w:t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</w:r>
      <w:r w:rsidRPr="00357EE1">
        <w:rPr>
          <w:rFonts w:ascii="Comic Sans MS" w:hAnsi="Comic Sans MS"/>
          <w:color w:val="000080"/>
          <w:sz w:val="24"/>
          <w:szCs w:val="24"/>
        </w:rPr>
        <w:tab/>
        <w:t>August 24, 2012</w:t>
      </w:r>
    </w:p>
    <w:p w:rsidR="00D26A81" w:rsidRPr="00357EE1" w:rsidRDefault="00D26A81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ab/>
        <w:t xml:space="preserve">Grandparent’s Day is September 9! Your child needs to interview a grandparent. Below are 10 questions, your child needs to choose 5 or 6 questions to ask his/her grandparent(s). The answers to the questions need to be turned into complete sentences so that your child has one hand written paragraph that represents his/her grandparent(s). Your child may interview one or all grandparents. This paragraph needs to also include a title and a photograph or a drawn picture of his/her grandparent(s). The Grandparent’s Day Social Studies/Language Arts project is due: August 31. Also, we would like to invite our Grandparents to join us in the cafeteria for lunch on Friday, September 7. Our lunch time is at 11:40; please tell your grandparent (s) to sign in at the front desk and to meet us in the cafeteria. </w:t>
      </w:r>
    </w:p>
    <w:p w:rsidR="00D26A81" w:rsidRPr="00357EE1" w:rsidRDefault="00D26A81" w:rsidP="00B262F8">
      <w:pPr>
        <w:jc w:val="center"/>
        <w:rPr>
          <w:rFonts w:ascii="Comic Sans MS" w:hAnsi="Comic Sans MS"/>
          <w:color w:val="000080"/>
          <w:sz w:val="24"/>
          <w:szCs w:val="24"/>
          <w:u w:val="single"/>
        </w:rPr>
      </w:pPr>
      <w:r w:rsidRPr="00357EE1">
        <w:rPr>
          <w:rFonts w:ascii="Comic Sans MS" w:hAnsi="Comic Sans MS"/>
          <w:color w:val="000080"/>
          <w:sz w:val="24"/>
          <w:szCs w:val="24"/>
          <w:u w:val="single"/>
        </w:rPr>
        <w:t>Interview Questions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1. Where were you born? What year?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2. What were your chores as a child? If you received allowance how much was it?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4. What were your favorite games and activities as a child?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5. What did your house look like? Did it have electricity?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6. What traditions did your family have?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7. Can you remember the cost of the following items when you were very young?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(a loaf of bread, a soft drink, a newspaper, a stamp, a gallon of milk)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8. What musical artists and songs did you listen to?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9. What TV shows did you like?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  <w:r w:rsidRPr="00357EE1">
        <w:rPr>
          <w:rFonts w:ascii="Comic Sans MS" w:hAnsi="Comic Sans MS"/>
          <w:color w:val="000080"/>
          <w:sz w:val="24"/>
          <w:szCs w:val="24"/>
        </w:rPr>
        <w:t>10. What was your first car?</w:t>
      </w: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</w:p>
    <w:p w:rsidR="00D26A81" w:rsidRPr="00357EE1" w:rsidRDefault="00D26A81" w:rsidP="00B262F8">
      <w:pPr>
        <w:rPr>
          <w:rFonts w:ascii="Comic Sans MS" w:hAnsi="Comic Sans MS"/>
          <w:color w:val="000080"/>
          <w:sz w:val="24"/>
          <w:szCs w:val="24"/>
        </w:rPr>
      </w:pPr>
    </w:p>
    <w:sectPr w:rsidR="00D26A81" w:rsidRPr="00357EE1" w:rsidSect="00713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3FA"/>
    <w:rsid w:val="002A7AE9"/>
    <w:rsid w:val="00357EE1"/>
    <w:rsid w:val="007136EE"/>
    <w:rsid w:val="00B123FA"/>
    <w:rsid w:val="00B262F8"/>
    <w:rsid w:val="00B34FB8"/>
    <w:rsid w:val="00C07AF9"/>
    <w:rsid w:val="00D2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E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209</Words>
  <Characters>1197</Characters>
  <Application>Microsoft Office Outlook</Application>
  <DocSecurity>0</DocSecurity>
  <Lines>0</Lines>
  <Paragraphs>0</Paragraphs>
  <ScaleCrop>false</ScaleCrop>
  <Company>MCBOE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mtcsstudent</dc:creator>
  <cp:keywords/>
  <dc:description/>
  <cp:lastModifiedBy>bdean</cp:lastModifiedBy>
  <cp:revision>2</cp:revision>
  <cp:lastPrinted>2012-08-17T15:41:00Z</cp:lastPrinted>
  <dcterms:created xsi:type="dcterms:W3CDTF">2011-08-16T17:57:00Z</dcterms:created>
  <dcterms:modified xsi:type="dcterms:W3CDTF">2012-08-17T15:42:00Z</dcterms:modified>
</cp:coreProperties>
</file>